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8F" w:rsidRDefault="000F3D8F" w:rsidP="003D63BA">
      <w:pPr>
        <w:tabs>
          <w:tab w:val="left" w:pos="8931"/>
        </w:tabs>
        <w:jc w:val="center"/>
        <w:rPr>
          <w:b/>
        </w:rPr>
      </w:pPr>
    </w:p>
    <w:p w:rsidR="000F3D8F" w:rsidRDefault="000F3D8F" w:rsidP="003D63BA">
      <w:pPr>
        <w:tabs>
          <w:tab w:val="left" w:pos="8931"/>
        </w:tabs>
        <w:jc w:val="center"/>
        <w:rPr>
          <w:b/>
        </w:rPr>
      </w:pPr>
    </w:p>
    <w:p w:rsidR="000F3D8F" w:rsidRDefault="000F3D8F" w:rsidP="003D63BA">
      <w:pPr>
        <w:tabs>
          <w:tab w:val="left" w:pos="8931"/>
        </w:tabs>
        <w:jc w:val="center"/>
        <w:rPr>
          <w:b/>
        </w:rPr>
      </w:pPr>
    </w:p>
    <w:p w:rsidR="000F3D8F" w:rsidRPr="003D63BA" w:rsidRDefault="000F3D8F" w:rsidP="003D63BA">
      <w:pPr>
        <w:tabs>
          <w:tab w:val="left" w:pos="8931"/>
        </w:tabs>
        <w:jc w:val="center"/>
        <w:rPr>
          <w:sz w:val="44"/>
          <w:szCs w:val="44"/>
        </w:rPr>
      </w:pPr>
    </w:p>
    <w:p w:rsidR="000F3D8F" w:rsidRPr="003D63BA" w:rsidRDefault="000F3D8F" w:rsidP="003D63BA">
      <w:pPr>
        <w:tabs>
          <w:tab w:val="left" w:pos="8931"/>
        </w:tabs>
        <w:jc w:val="center"/>
        <w:rPr>
          <w:sz w:val="44"/>
          <w:szCs w:val="44"/>
        </w:rPr>
      </w:pP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 w:rsidRPr="003D63BA">
        <w:rPr>
          <w:b/>
          <w:sz w:val="44"/>
          <w:szCs w:val="44"/>
        </w:rPr>
        <w:t>PLAN URBANISTIC ZONAL</w:t>
      </w: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 w:rsidRPr="003D63BA">
        <w:rPr>
          <w:b/>
          <w:sz w:val="44"/>
          <w:szCs w:val="44"/>
        </w:rPr>
        <w:t>Comuna Pietrari</w:t>
      </w: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Sat Pietrari</w:t>
      </w: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punctul "LA MLACI LA POD"</w:t>
      </w: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DJ 649</w:t>
      </w: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  <w:r w:rsidRPr="003D63BA">
        <w:rPr>
          <w:b/>
          <w:sz w:val="44"/>
          <w:szCs w:val="44"/>
        </w:rPr>
        <w:t>JUDETUL VALCEA</w:t>
      </w: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</w:p>
    <w:p w:rsidR="000F3D8F" w:rsidRDefault="000F3D8F" w:rsidP="003D63BA">
      <w:pPr>
        <w:tabs>
          <w:tab w:val="left" w:pos="8931"/>
        </w:tabs>
        <w:jc w:val="center"/>
        <w:rPr>
          <w:b/>
          <w:sz w:val="44"/>
          <w:szCs w:val="44"/>
        </w:rPr>
      </w:pPr>
    </w:p>
    <w:p w:rsidR="000F3D8F" w:rsidRDefault="000F3D8F" w:rsidP="00562C4C">
      <w:pPr>
        <w:tabs>
          <w:tab w:val="left" w:pos="8931"/>
        </w:tabs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Memoriu de prezentare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Introducere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b/>
          <w:sz w:val="28"/>
          <w:szCs w:val="28"/>
          <w:lang w:val="ro-RO"/>
        </w:rPr>
      </w:pPr>
      <w:r>
        <w:rPr>
          <w:b/>
          <w:sz w:val="28"/>
          <w:szCs w:val="28"/>
        </w:rPr>
        <w:t>Date de recunoastere a documentatiei: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 w:rsidRPr="00D217F8">
        <w:rPr>
          <w:sz w:val="28"/>
          <w:szCs w:val="28"/>
          <w:lang w:val="ro-RO"/>
        </w:rPr>
        <w:t xml:space="preserve">PUZ DJ 649 </w:t>
      </w:r>
      <w:r w:rsidRPr="00D217F8">
        <w:rPr>
          <w:sz w:val="28"/>
          <w:szCs w:val="28"/>
        </w:rPr>
        <w:t>"</w:t>
      </w:r>
      <w:r w:rsidRPr="00D217F8">
        <w:rPr>
          <w:sz w:val="28"/>
          <w:szCs w:val="28"/>
          <w:lang w:val="ro-RO"/>
        </w:rPr>
        <w:t>LA MLACI LA POD</w:t>
      </w:r>
      <w:r w:rsidRPr="00D217F8">
        <w:rPr>
          <w:sz w:val="28"/>
          <w:szCs w:val="28"/>
        </w:rPr>
        <w:t>", Comuna Pietrari, Sat Pietrari, Județul Vâlcea.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Au fost realizate:</w:t>
      </w:r>
    </w:p>
    <w:p w:rsidR="000F3D8F" w:rsidRPr="00A65D29" w:rsidRDefault="000F3D8F" w:rsidP="005E3623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A65D29">
        <w:rPr>
          <w:sz w:val="28"/>
          <w:szCs w:val="28"/>
        </w:rPr>
        <w:t>studiul topografic</w:t>
      </w:r>
    </w:p>
    <w:p w:rsidR="000F3D8F" w:rsidRPr="00A65D29" w:rsidRDefault="000F3D8F" w:rsidP="005E3623">
      <w:pPr>
        <w:pStyle w:val="ListParagraph"/>
        <w:numPr>
          <w:ilvl w:val="0"/>
          <w:numId w:val="4"/>
        </w:numPr>
        <w:tabs>
          <w:tab w:val="left" w:pos="720"/>
        </w:tabs>
        <w:spacing w:line="240" w:lineRule="auto"/>
        <w:rPr>
          <w:sz w:val="28"/>
          <w:szCs w:val="28"/>
        </w:rPr>
      </w:pPr>
      <w:r w:rsidRPr="00A65D29">
        <w:rPr>
          <w:sz w:val="28"/>
          <w:szCs w:val="28"/>
        </w:rPr>
        <w:t>studiul geotehnic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b/>
          <w:sz w:val="28"/>
          <w:szCs w:val="28"/>
        </w:rPr>
      </w:pPr>
    </w:p>
    <w:p w:rsidR="000F3D8F" w:rsidRDefault="000F3D8F" w:rsidP="00562C4C">
      <w:pPr>
        <w:tabs>
          <w:tab w:val="left" w:pos="8931"/>
        </w:tabs>
        <w:spacing w:line="240" w:lineRule="auto"/>
        <w:rPr>
          <w:b/>
          <w:sz w:val="28"/>
          <w:szCs w:val="28"/>
          <w:lang w:val="ro-RO"/>
        </w:rPr>
      </w:pPr>
      <w:r>
        <w:rPr>
          <w:b/>
          <w:sz w:val="28"/>
          <w:szCs w:val="28"/>
        </w:rPr>
        <w:t>1</w:t>
      </w:r>
      <w:r w:rsidRPr="00D217F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1 </w:t>
      </w:r>
      <w:r w:rsidRPr="00D217F8">
        <w:rPr>
          <w:b/>
          <w:sz w:val="28"/>
          <w:szCs w:val="28"/>
        </w:rPr>
        <w:t xml:space="preserve"> Prevederile PUG Pietrari abrobat pentru </w:t>
      </w:r>
      <w:r>
        <w:rPr>
          <w:b/>
          <w:sz w:val="28"/>
          <w:szCs w:val="28"/>
        </w:rPr>
        <w:t>zona studiată: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Conform PUG, aplasamentul este situat in extravilanul localitatii, adiacent DJ 649, in zona cu interdictie temporala de constructie pentru risc de  alunecare. 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1</w:t>
      </w:r>
      <w:r w:rsidRPr="00D217F8">
        <w:rPr>
          <w:b/>
          <w:sz w:val="28"/>
          <w:szCs w:val="28"/>
          <w:lang w:val="ro-RO"/>
        </w:rPr>
        <w:t>.2. Folosinta actuala a amplasamentului analizat: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Zona studiata este formată din terenuri agricole, proprietate particulară. 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Suprafața studiata are 11159.77 mp si este formata din urmatoarele 12 loturi</w:t>
      </w:r>
    </w:p>
    <w:p w:rsidR="000F3D8F" w:rsidRDefault="000F3D8F" w:rsidP="0023149B">
      <w:pPr>
        <w:tabs>
          <w:tab w:val="left" w:pos="8931"/>
        </w:tabs>
        <w:spacing w:line="240" w:lineRule="auto"/>
        <w:jc w:val="center"/>
        <w:rPr>
          <w:sz w:val="28"/>
          <w:szCs w:val="28"/>
          <w:lang w:val="ro-RO"/>
        </w:rPr>
      </w:pPr>
      <w:r w:rsidRPr="00C76945">
        <w:rPr>
          <w:noProof/>
          <w:szCs w:val="28"/>
          <w:lang w:val="en-AU"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27pt;height:213pt;visibility:visible">
            <v:imagedata r:id="rId5" o:title=""/>
          </v:shape>
        </w:pic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 w:rsidRPr="009B6B19">
        <w:rPr>
          <w:sz w:val="28"/>
          <w:szCs w:val="28"/>
        </w:rPr>
        <w:t>Vecin</w:t>
      </w:r>
      <w:r>
        <w:rPr>
          <w:sz w:val="28"/>
          <w:szCs w:val="28"/>
          <w:lang w:val="ro-RO"/>
        </w:rPr>
        <w:t>ătăți</w:t>
      </w:r>
      <w:r>
        <w:rPr>
          <w:sz w:val="28"/>
          <w:szCs w:val="28"/>
        </w:rPr>
        <w:t>: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nord:  DJ 649 si terenuri agrigole proprietate particulara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sud:     Terenuri agrigole proprietate particulara: Petrache Constantin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-est:       :  DJ 649,Terenuri agrigole proprietate particulara: Draghici Gavrila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-vest:     Terenuri agrigole proprietate particulara: Dumitrescu Ion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1.3 Functiunea solicitata de investitor si propusa prin studiul de oportunitate: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 w:rsidRPr="00922AAF">
        <w:rPr>
          <w:sz w:val="28"/>
          <w:szCs w:val="28"/>
        </w:rPr>
        <w:t>Pentru suprafata mentionat</w:t>
      </w:r>
      <w:r w:rsidRPr="00922AAF">
        <w:rPr>
          <w:sz w:val="28"/>
          <w:szCs w:val="28"/>
          <w:lang w:val="ro-RO"/>
        </w:rPr>
        <w:t>ă se solicită introducerea in intravilan si schimbarea functiunii din terenuri agricole in terenuri curti constructii in</w:t>
      </w:r>
      <w:r>
        <w:rPr>
          <w:sz w:val="28"/>
          <w:szCs w:val="28"/>
          <w:lang w:val="ro-RO"/>
        </w:rPr>
        <w:t xml:space="preserve"> </w:t>
      </w:r>
      <w:r w:rsidRPr="00922AAF">
        <w:rPr>
          <w:sz w:val="28"/>
          <w:szCs w:val="28"/>
          <w:lang w:val="ro-RO"/>
        </w:rPr>
        <w:t xml:space="preserve">vederea construirii de case de vacanta </w:t>
      </w:r>
      <w:r>
        <w:rPr>
          <w:sz w:val="28"/>
          <w:szCs w:val="28"/>
          <w:lang w:val="ro-RO"/>
        </w:rPr>
        <w:t xml:space="preserve">din lemn </w:t>
      </w:r>
      <w:r w:rsidRPr="00922AAF">
        <w:rPr>
          <w:sz w:val="28"/>
          <w:szCs w:val="28"/>
          <w:lang w:val="ro-RO"/>
        </w:rPr>
        <w:t>cu regimul maxim de inaltime P+M.</w:t>
      </w:r>
    </w:p>
    <w:p w:rsidR="000F3D8F" w:rsidRPr="00922AA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Deasemenea se solicita ridicarea interdictiei temporale de constructie si declasificarea ca zonă de alunecare, lucru dovedit de studiul geotehnic  efectuat în zonă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1.4. Prevederile PUG-ului aprobat privind funciunea solicitata</w:t>
      </w:r>
    </w:p>
    <w:p w:rsidR="000F3D8F" w:rsidRPr="00922AA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Teren extravilan , folosinta agricola.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1</w:t>
      </w:r>
      <w:r w:rsidRPr="00D217F8">
        <w:rPr>
          <w:b/>
          <w:sz w:val="28"/>
          <w:szCs w:val="28"/>
          <w:lang w:val="ro-RO"/>
        </w:rPr>
        <w:t>.</w:t>
      </w:r>
      <w:r>
        <w:rPr>
          <w:b/>
          <w:sz w:val="28"/>
          <w:szCs w:val="28"/>
          <w:lang w:val="ro-RO"/>
        </w:rPr>
        <w:t>5</w:t>
      </w:r>
      <w:r w:rsidRPr="00D217F8">
        <w:rPr>
          <w:b/>
          <w:sz w:val="28"/>
          <w:szCs w:val="28"/>
          <w:lang w:val="ro-RO"/>
        </w:rPr>
        <w:t>.</w:t>
      </w:r>
      <w:r>
        <w:rPr>
          <w:b/>
          <w:sz w:val="28"/>
          <w:szCs w:val="28"/>
          <w:lang w:val="ro-RO"/>
        </w:rPr>
        <w:t xml:space="preserve">  Analiza situatiei exitente privind echiparea tehnico edilitara a zonei  analizate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În zona este prezenta  o retea de 0,4kw, suficientă pentru racordarea la electricitate a zoeni studiate.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1.6. Propuneri privind interventiile urbanistice ce se doresc a se realiza: 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În documentația de PUZ vor fi prezente urmatoarele propuneri si reglementari urbanistice: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Zonare functionala</w:t>
      </w:r>
      <w:r>
        <w:rPr>
          <w:sz w:val="28"/>
          <w:szCs w:val="28"/>
          <w:lang w:val="ro-RO"/>
        </w:rPr>
        <w:t>: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S</w:t>
      </w:r>
      <w:r w:rsidRPr="00374E36">
        <w:rPr>
          <w:sz w:val="28"/>
          <w:szCs w:val="28"/>
          <w:lang w:val="ro-RO"/>
        </w:rPr>
        <w:t xml:space="preserve">e solicită introducerea in intravilan si schimbarea functiunii </w:t>
      </w:r>
      <w:r>
        <w:rPr>
          <w:sz w:val="28"/>
          <w:szCs w:val="28"/>
          <w:lang w:val="ro-RO"/>
        </w:rPr>
        <w:t>î</w:t>
      </w:r>
      <w:r w:rsidRPr="00374E36">
        <w:rPr>
          <w:sz w:val="28"/>
          <w:szCs w:val="28"/>
          <w:lang w:val="ro-RO"/>
        </w:rPr>
        <w:t>n terenuri curti constructii in vederea construirii de case de vacanta</w:t>
      </w:r>
      <w:r>
        <w:rPr>
          <w:sz w:val="28"/>
          <w:szCs w:val="28"/>
          <w:lang w:val="ro-RO"/>
        </w:rPr>
        <w:t xml:space="preserve"> din lemn </w:t>
      </w:r>
      <w:r w:rsidRPr="00374E36">
        <w:rPr>
          <w:sz w:val="28"/>
          <w:szCs w:val="28"/>
          <w:lang w:val="ro-RO"/>
        </w:rPr>
        <w:t xml:space="preserve"> cu regimul maxim de inaltime P+M</w:t>
      </w:r>
      <w:r>
        <w:rPr>
          <w:sz w:val="28"/>
          <w:szCs w:val="28"/>
          <w:lang w:val="ro-RO"/>
        </w:rPr>
        <w:t>.</w:t>
      </w:r>
      <w:r w:rsidRPr="00326239">
        <w:rPr>
          <w:sz w:val="28"/>
          <w:szCs w:val="28"/>
          <w:lang w:val="ro-RO"/>
        </w:rPr>
        <w:t xml:space="preserve"> </w:t>
      </w:r>
    </w:p>
    <w:p w:rsidR="000F3D8F" w:rsidRPr="00922AA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Se solicita ridicarea interdictiei temporale de constructie si declasificarea ca zonă de alunecare, lucru dovedit de studiul geotehnic  efectuat în zonă.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  <w:lang w:val="ro-RO"/>
        </w:rPr>
      </w:pPr>
      <w:r w:rsidRPr="00922AAF">
        <w:rPr>
          <w:b/>
          <w:sz w:val="28"/>
          <w:szCs w:val="28"/>
          <w:lang w:val="ro-RO"/>
        </w:rPr>
        <w:t xml:space="preserve"> Aliniamente</w:t>
      </w:r>
      <w:r>
        <w:rPr>
          <w:sz w:val="28"/>
          <w:szCs w:val="28"/>
          <w:lang w:val="ro-RO"/>
        </w:rPr>
        <w:t xml:space="preserve">: </w:t>
      </w:r>
    </w:p>
    <w:p w:rsidR="000F3D8F" w:rsidRPr="00922AAF" w:rsidRDefault="000F3D8F" w:rsidP="005E3623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sz w:val="28"/>
          <w:szCs w:val="28"/>
          <w:lang w:val="ro-RO"/>
        </w:rPr>
      </w:pPr>
      <w:r w:rsidRPr="00922AAF">
        <w:rPr>
          <w:sz w:val="28"/>
          <w:szCs w:val="28"/>
          <w:lang w:val="ro-RO"/>
        </w:rPr>
        <w:t>minim 20 m fata de axul DJ 649</w:t>
      </w:r>
    </w:p>
    <w:p w:rsidR="000F3D8F" w:rsidRDefault="000F3D8F" w:rsidP="005E3623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sz w:val="28"/>
          <w:szCs w:val="28"/>
          <w:lang w:val="ro-RO"/>
        </w:rPr>
      </w:pPr>
      <w:r w:rsidRPr="00922AAF">
        <w:rPr>
          <w:sz w:val="28"/>
          <w:szCs w:val="28"/>
          <w:lang w:val="ro-RO"/>
        </w:rPr>
        <w:t>minim 10 m fata de axul drumului de acces propus.</w:t>
      </w:r>
    </w:p>
    <w:p w:rsidR="000F3D8F" w:rsidRDefault="000F3D8F" w:rsidP="005E3623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aliniament fata de limitele de proprietate, de minim 2m.</w:t>
      </w:r>
    </w:p>
    <w:p w:rsidR="000F3D8F" w:rsidRDefault="000F3D8F" w:rsidP="00562C4C">
      <w:pPr>
        <w:pStyle w:val="ListParagraph"/>
        <w:tabs>
          <w:tab w:val="left" w:pos="8931"/>
        </w:tabs>
        <w:spacing w:line="240" w:lineRule="auto"/>
        <w:ind w:left="0"/>
        <w:rPr>
          <w:sz w:val="28"/>
          <w:szCs w:val="28"/>
          <w:lang w:val="ro-RO"/>
        </w:rPr>
      </w:pPr>
    </w:p>
    <w:p w:rsidR="000F3D8F" w:rsidRDefault="000F3D8F" w:rsidP="00562C4C">
      <w:pPr>
        <w:pStyle w:val="ListParagraph"/>
        <w:tabs>
          <w:tab w:val="left" w:pos="8931"/>
        </w:tabs>
        <w:spacing w:line="240" w:lineRule="auto"/>
        <w:ind w:left="0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Circulatie carosabila</w:t>
      </w:r>
      <w:r w:rsidRPr="00922AAF">
        <w:rPr>
          <w:sz w:val="28"/>
          <w:szCs w:val="28"/>
          <w:lang w:val="ro-RO"/>
        </w:rPr>
        <w:t>:</w:t>
      </w:r>
    </w:p>
    <w:p w:rsidR="000F3D8F" w:rsidRDefault="000F3D8F" w:rsidP="00562C4C">
      <w:pPr>
        <w:pStyle w:val="ListParagraph"/>
        <w:tabs>
          <w:tab w:val="left" w:pos="8931"/>
        </w:tabs>
        <w:spacing w:line="240" w:lineRule="auto"/>
        <w:ind w:left="0"/>
        <w:rPr>
          <w:sz w:val="28"/>
          <w:szCs w:val="28"/>
          <w:lang w:val="ro-RO"/>
        </w:rPr>
      </w:pPr>
      <w:r w:rsidRPr="00922AAF">
        <w:rPr>
          <w:sz w:val="28"/>
          <w:szCs w:val="28"/>
          <w:lang w:val="ro-RO"/>
        </w:rPr>
        <w:t>Lotul 8 este propus pentru crearea unui drum de acces cu urmatoarele caracteris</w:t>
      </w:r>
      <w:r>
        <w:rPr>
          <w:sz w:val="28"/>
          <w:szCs w:val="28"/>
          <w:lang w:val="ro-RO"/>
        </w:rPr>
        <w:t>tici</w:t>
      </w:r>
      <w:r>
        <w:rPr>
          <w:sz w:val="28"/>
          <w:szCs w:val="28"/>
        </w:rPr>
        <w:t xml:space="preserve">: </w:t>
      </w:r>
      <w:r w:rsidRPr="00922AAF">
        <w:rPr>
          <w:sz w:val="28"/>
          <w:szCs w:val="28"/>
          <w:lang w:val="ro-RO"/>
        </w:rPr>
        <w:t xml:space="preserve"> </w:t>
      </w:r>
    </w:p>
    <w:p w:rsidR="000F3D8F" w:rsidRDefault="000F3D8F" w:rsidP="005E3623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latime 4 m</w:t>
      </w:r>
    </w:p>
    <w:p w:rsidR="000F3D8F" w:rsidRDefault="000F3D8F" w:rsidP="005E3623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trotuar pietonal de 1m</w:t>
      </w:r>
    </w:p>
    <w:p w:rsidR="000F3D8F" w:rsidRDefault="000F3D8F" w:rsidP="005E3623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loc de intoarcere masina pompieri prevazut la captul drumului pe lotul 4.</w:t>
      </w:r>
    </w:p>
    <w:p w:rsidR="000F3D8F" w:rsidRDefault="000F3D8F" w:rsidP="00562C4C">
      <w:pPr>
        <w:pStyle w:val="ListParagraph"/>
        <w:tabs>
          <w:tab w:val="left" w:pos="8931"/>
        </w:tabs>
        <w:spacing w:line="240" w:lineRule="auto"/>
        <w:ind w:left="0"/>
        <w:jc w:val="both"/>
        <w:rPr>
          <w:sz w:val="28"/>
          <w:szCs w:val="28"/>
          <w:lang w:val="ro-RO"/>
        </w:rPr>
      </w:pPr>
    </w:p>
    <w:p w:rsidR="000F3D8F" w:rsidRPr="00374E36" w:rsidRDefault="000F3D8F" w:rsidP="00562C4C">
      <w:pPr>
        <w:pStyle w:val="ListParagraph"/>
        <w:tabs>
          <w:tab w:val="left" w:pos="8931"/>
        </w:tabs>
        <w:spacing w:line="240" w:lineRule="auto"/>
        <w:ind w:left="0"/>
        <w:jc w:val="both"/>
        <w:rPr>
          <w:b/>
          <w:sz w:val="28"/>
          <w:szCs w:val="28"/>
          <w:lang w:val="ro-RO"/>
        </w:rPr>
      </w:pPr>
      <w:r w:rsidRPr="00374E36">
        <w:rPr>
          <w:b/>
          <w:sz w:val="28"/>
          <w:szCs w:val="28"/>
          <w:lang w:val="ro-RO"/>
        </w:rPr>
        <w:t>Edilitare:</w:t>
      </w:r>
    </w:p>
    <w:p w:rsidR="000F3D8F" w:rsidRDefault="000F3D8F" w:rsidP="005E3623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ELECTRICITATE - se va realiza racordarea la reteaua electrica exixtenta in zonă.</w:t>
      </w:r>
    </w:p>
    <w:p w:rsidR="000F3D8F" w:rsidRDefault="000F3D8F" w:rsidP="005E3623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ALIMENTAREA CU APA -  va fi asigurată prin racord la reteau stradală existentă în Comuna Pietrari, la circa 200m.  Costurile realizarii traseului de racord vor fi suportate de beneficiar. </w:t>
      </w:r>
    </w:p>
    <w:p w:rsidR="000F3D8F" w:rsidRDefault="000F3D8F" w:rsidP="005E3623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CANALIZARE - prin ministatii de epurare ecologice</w:t>
      </w:r>
    </w:p>
    <w:p w:rsidR="000F3D8F" w:rsidRDefault="000F3D8F" w:rsidP="005E3623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DESEURI MENAJERE - se vor colecta in europubele care vor fi administrate de societate de salubrizare din zona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b/>
          <w:sz w:val="28"/>
          <w:szCs w:val="28"/>
        </w:rPr>
      </w:pPr>
      <w:r w:rsidRPr="00CF67E4">
        <w:rPr>
          <w:b/>
          <w:sz w:val="28"/>
          <w:szCs w:val="28"/>
        </w:rPr>
        <w:t>1.7 Justificarea oportunitatii realizarii investitiilor solicitate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Oportunitate investitie se justifica prin: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Conditiile de amplasament, peisagsitică ideală pentru amplasarea de casede vacanță.</w:t>
      </w:r>
    </w:p>
    <w:p w:rsidR="000F3D8F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Dorin</w:t>
      </w:r>
      <w:r>
        <w:rPr>
          <w:sz w:val="28"/>
          <w:szCs w:val="28"/>
          <w:lang w:val="ro-RO"/>
        </w:rPr>
        <w:t>ț</w:t>
      </w:r>
      <w:r>
        <w:rPr>
          <w:sz w:val="28"/>
          <w:szCs w:val="28"/>
        </w:rPr>
        <w:t>a proprietarilor de a investi în zonă.</w:t>
      </w:r>
    </w:p>
    <w:p w:rsidR="000F3D8F" w:rsidRPr="00CF67E4" w:rsidRDefault="000F3D8F" w:rsidP="00562C4C">
      <w:pPr>
        <w:tabs>
          <w:tab w:val="left" w:pos="89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Sursa suplimentara de venit pentru primarie prin incasare de taxe locale.</w:t>
      </w:r>
    </w:p>
    <w:p w:rsidR="000F3D8F" w:rsidRPr="006164D1" w:rsidRDefault="000F3D8F" w:rsidP="00562C4C">
      <w:pPr>
        <w:tabs>
          <w:tab w:val="left" w:pos="8931"/>
        </w:tabs>
        <w:spacing w:line="240" w:lineRule="auto"/>
        <w:ind w:left="63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Î</w:t>
      </w:r>
      <w:r w:rsidRPr="006164D1">
        <w:rPr>
          <w:b/>
          <w:sz w:val="28"/>
          <w:szCs w:val="28"/>
        </w:rPr>
        <w:t>ntocmit,</w:t>
      </w:r>
    </w:p>
    <w:p w:rsidR="000F3D8F" w:rsidRPr="009B6B19" w:rsidRDefault="000F3D8F" w:rsidP="00F91628">
      <w:pPr>
        <w:tabs>
          <w:tab w:val="left" w:pos="8931"/>
        </w:tabs>
        <w:spacing w:line="240" w:lineRule="auto"/>
        <w:ind w:left="6379"/>
        <w:jc w:val="center"/>
        <w:rPr>
          <w:sz w:val="28"/>
          <w:szCs w:val="28"/>
          <w:lang w:val="ro-RO"/>
        </w:rPr>
      </w:pPr>
      <w:r w:rsidRPr="006164D1">
        <w:rPr>
          <w:b/>
          <w:sz w:val="28"/>
          <w:szCs w:val="28"/>
        </w:rPr>
        <w:t>arh. dipl. IOAN ION</w:t>
      </w:r>
    </w:p>
    <w:sectPr w:rsidR="000F3D8F" w:rsidRPr="009B6B19" w:rsidSect="00B23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C038B"/>
    <w:multiLevelType w:val="hybridMultilevel"/>
    <w:tmpl w:val="299C8BA0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46D06597"/>
    <w:multiLevelType w:val="hybridMultilevel"/>
    <w:tmpl w:val="5436F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FC3926"/>
    <w:multiLevelType w:val="hybridMultilevel"/>
    <w:tmpl w:val="27903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E2D60"/>
    <w:multiLevelType w:val="hybridMultilevel"/>
    <w:tmpl w:val="D4EAC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3BA"/>
    <w:rsid w:val="000A3BDA"/>
    <w:rsid w:val="000F3D8F"/>
    <w:rsid w:val="001541CC"/>
    <w:rsid w:val="00176575"/>
    <w:rsid w:val="001C167D"/>
    <w:rsid w:val="0023149B"/>
    <w:rsid w:val="00257492"/>
    <w:rsid w:val="00326239"/>
    <w:rsid w:val="00333052"/>
    <w:rsid w:val="00374E36"/>
    <w:rsid w:val="003D63BA"/>
    <w:rsid w:val="00562C4C"/>
    <w:rsid w:val="005E3623"/>
    <w:rsid w:val="006164D1"/>
    <w:rsid w:val="00655DF9"/>
    <w:rsid w:val="006B5983"/>
    <w:rsid w:val="007D77E0"/>
    <w:rsid w:val="00880EF3"/>
    <w:rsid w:val="00922AAF"/>
    <w:rsid w:val="00984730"/>
    <w:rsid w:val="009B6B19"/>
    <w:rsid w:val="00A15E58"/>
    <w:rsid w:val="00A36195"/>
    <w:rsid w:val="00A65D29"/>
    <w:rsid w:val="00B23E7B"/>
    <w:rsid w:val="00B64B6F"/>
    <w:rsid w:val="00B9508F"/>
    <w:rsid w:val="00BD5818"/>
    <w:rsid w:val="00C76945"/>
    <w:rsid w:val="00C84D46"/>
    <w:rsid w:val="00CF67E4"/>
    <w:rsid w:val="00D217F8"/>
    <w:rsid w:val="00D344DB"/>
    <w:rsid w:val="00D47EC6"/>
    <w:rsid w:val="00DC5A8A"/>
    <w:rsid w:val="00E813CB"/>
    <w:rsid w:val="00F91628"/>
    <w:rsid w:val="00FC6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08F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22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62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2C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522</Words>
  <Characters>2977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URBANISTIC ZONAL</dc:title>
  <dc:subject/>
  <dc:creator>pie</dc:creator>
  <cp:keywords/>
  <dc:description/>
  <cp:lastModifiedBy>Administrator</cp:lastModifiedBy>
  <cp:revision>2</cp:revision>
  <dcterms:created xsi:type="dcterms:W3CDTF">2013-12-18T11:40:00Z</dcterms:created>
  <dcterms:modified xsi:type="dcterms:W3CDTF">2013-12-18T11:40:00Z</dcterms:modified>
</cp:coreProperties>
</file>